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2318B8DD" w14:textId="43331037" w:rsidR="00A54A77" w:rsidRPr="002C3C93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A41123">
        <w:rPr>
          <w:rFonts w:cs="Arial"/>
          <w:sz w:val="22"/>
          <w:szCs w:val="22"/>
        </w:rPr>
        <w:t xml:space="preserve">Nákup </w:t>
      </w:r>
      <w:proofErr w:type="spellStart"/>
      <w:r w:rsidR="00A41123">
        <w:rPr>
          <w:rFonts w:cs="Arial"/>
          <w:sz w:val="22"/>
          <w:szCs w:val="22"/>
        </w:rPr>
        <w:t>videobronchoskopů</w:t>
      </w:r>
      <w:proofErr w:type="spellEnd"/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3DEC9D3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4F18C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7545" w14:textId="77777777" w:rsidR="00AA4B2A" w:rsidRDefault="00AA4B2A">
      <w:r>
        <w:separator/>
      </w:r>
    </w:p>
  </w:endnote>
  <w:endnote w:type="continuationSeparator" w:id="0">
    <w:p w14:paraId="57E41FFE" w14:textId="77777777" w:rsidR="00AA4B2A" w:rsidRDefault="00AA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0AA79" w14:textId="77777777" w:rsidR="00AA4B2A" w:rsidRDefault="00AA4B2A">
      <w:r>
        <w:separator/>
      </w:r>
    </w:p>
  </w:footnote>
  <w:footnote w:type="continuationSeparator" w:id="0">
    <w:p w14:paraId="5531C854" w14:textId="77777777" w:rsidR="00AA4B2A" w:rsidRDefault="00AA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79A22C19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333C4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123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079C-873B-421C-B4CF-7DCB01B3EA3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16BCA85-CB74-4FE6-8EC1-583E0DCCD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AFF45-BC1E-4EDE-9587-14857E0CA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970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15</cp:revision>
  <cp:lastPrinted>2013-09-18T12:20:00Z</cp:lastPrinted>
  <dcterms:created xsi:type="dcterms:W3CDTF">2025-07-29T08:22:00Z</dcterms:created>
  <dcterms:modified xsi:type="dcterms:W3CDTF">2026-02-03T13:56:00Z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